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3C6" w:rsidRDefault="007113C6">
      <w:r>
        <w:t xml:space="preserve">Fiona Hayden </w:t>
      </w:r>
    </w:p>
    <w:p w:rsidR="007113C6" w:rsidRDefault="007113C6">
      <w:pPr>
        <w:rPr>
          <w:rFonts w:ascii="Arial" w:hAnsi="Arial" w:cs="Arial"/>
          <w:b/>
          <w:bCs/>
          <w:color w:val="000000"/>
          <w:kern w:val="36"/>
        </w:rPr>
      </w:pPr>
      <w:r w:rsidRPr="00072EDE">
        <w:rPr>
          <w:rStyle w:val="Emphasis"/>
          <w:rFonts w:ascii="Arial" w:hAnsi="Arial" w:cs="Arial"/>
          <w:b/>
          <w:bCs/>
          <w:color w:val="000000"/>
          <w:kern w:val="36"/>
        </w:rPr>
        <w:t>Bride Wars</w:t>
      </w:r>
      <w:r w:rsidRPr="00072EDE">
        <w:rPr>
          <w:rFonts w:ascii="Arial" w:hAnsi="Arial" w:cs="Arial"/>
          <w:b/>
          <w:bCs/>
          <w:color w:val="000000"/>
          <w:kern w:val="36"/>
        </w:rPr>
        <w:t>' Kristen Johnston: 'I Was Way Too Thin'</w:t>
      </w:r>
    </w:p>
    <w:p w:rsidR="007113C6" w:rsidRDefault="007113C6">
      <w:hyperlink r:id="rId4" w:history="1">
        <w:r w:rsidRPr="0035040E">
          <w:rPr>
            <w:rStyle w:val="Hyperlink"/>
          </w:rPr>
          <w:t>http://www.people.com/people/archive/article/0,,20252141,00.html</w:t>
        </w:r>
      </w:hyperlink>
    </w:p>
    <w:p w:rsidR="007113C6" w:rsidRDefault="007113C6">
      <w:r>
        <w:t>January 18</w:t>
      </w:r>
      <w:r w:rsidRPr="001C1F9D">
        <w:rPr>
          <w:vertAlign w:val="superscript"/>
        </w:rPr>
        <w:t>th</w:t>
      </w:r>
      <w:r>
        <w:t>, 2009</w:t>
      </w:r>
    </w:p>
    <w:p w:rsidR="007113C6" w:rsidRDefault="007113C6"/>
    <w:p w:rsidR="007113C6" w:rsidRDefault="007113C6">
      <w:r>
        <w:tab/>
        <w:t xml:space="preserve">When you see movies you see actors, people pretending to be what they are not. Kristen Johnson star of Bride Wars in the publics eye because she was beginning  to lose weight. When celebrity women in Hollywood start to get thin, people think one of two things. They have a drug addiction, or an eating disorder. Kristen Johnson did not she had to get surgery. I think that people in Hollywood to often jump to conclusions that celebrity women are anorexic or have another eating disorder. </w:t>
      </w:r>
    </w:p>
    <w:p w:rsidR="007113C6" w:rsidRDefault="007113C6">
      <w:r>
        <w:tab/>
        <w:t xml:space="preserve">My reaction to this article was that I felt very sympathetic for the celebrities that have assumptions made that they have something wrong with them or a problem that they don’t have. I’m happy that when I lose one or two pounds people don’t take pictures of me and post them on tabloid covers. It is not fair that Kristen Johnson and other celebritie have to deal with this on a daily basis.  I also feel like there should be restrictions on these magazines to make it so they can’t publich false imformation. </w:t>
      </w:r>
    </w:p>
    <w:p w:rsidR="007113C6" w:rsidRDefault="007113C6">
      <w:r>
        <w:tab/>
        <w:t xml:space="preserve">Has Kristen ever had an eating disorder? Will anything be done for the magazines to stop this problem of posting false imformation? </w:t>
      </w:r>
    </w:p>
    <w:p w:rsidR="007113C6" w:rsidRDefault="007113C6">
      <w:r>
        <w:t xml:space="preserve"> </w:t>
      </w:r>
      <w:r>
        <w:tab/>
        <w:t>This relates to my topic because it has to do with celebrities being in the publics eye over weight isssues.  It also deals with losing weight which is often related to eating disorders.  This is a lot like just having someone in Hollywood with a disorder because they are facing the same kind of cirtisism.</w:t>
      </w:r>
    </w:p>
    <w:p w:rsidR="007113C6" w:rsidRDefault="007113C6"/>
    <w:p w:rsidR="007113C6" w:rsidRDefault="007113C6"/>
    <w:p w:rsidR="007113C6" w:rsidRDefault="007113C6"/>
    <w:p w:rsidR="007113C6" w:rsidRPr="001C1F9D" w:rsidRDefault="007113C6"/>
    <w:p w:rsidR="007113C6" w:rsidRPr="00072EDE" w:rsidRDefault="007113C6">
      <w:pPr>
        <w:rPr>
          <w:rFonts w:ascii="Cambria" w:hAnsi="Cambria"/>
        </w:rPr>
      </w:pPr>
    </w:p>
    <w:p w:rsidR="007113C6" w:rsidRPr="00072EDE" w:rsidRDefault="007113C6">
      <w:pPr>
        <w:rPr>
          <w:b/>
          <w:i/>
        </w:rPr>
      </w:pPr>
    </w:p>
    <w:sectPr w:rsidR="007113C6" w:rsidRPr="00072EDE" w:rsidSect="00D452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2EDE"/>
    <w:rsid w:val="00072EDE"/>
    <w:rsid w:val="001C1F9D"/>
    <w:rsid w:val="0035040E"/>
    <w:rsid w:val="00481CC6"/>
    <w:rsid w:val="004846E1"/>
    <w:rsid w:val="00650D77"/>
    <w:rsid w:val="007113C6"/>
    <w:rsid w:val="00760821"/>
    <w:rsid w:val="008F20FF"/>
    <w:rsid w:val="00B914BD"/>
    <w:rsid w:val="00D4526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26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072EDE"/>
    <w:rPr>
      <w:rFonts w:cs="Times New Roman"/>
      <w:i/>
      <w:iCs/>
    </w:rPr>
  </w:style>
  <w:style w:type="character" w:styleId="Hyperlink">
    <w:name w:val="Hyperlink"/>
    <w:basedOn w:val="DefaultParagraphFont"/>
    <w:uiPriority w:val="99"/>
    <w:rsid w:val="001C1F9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eople.com/people/archive/article/0,,20252141,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251</Words>
  <Characters>1433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Fiona Hayden </dc:title>
  <dc:subject/>
  <dc:creator>Tina</dc:creator>
  <cp:keywords/>
  <dc:description/>
  <cp:lastModifiedBy>Administrator</cp:lastModifiedBy>
  <cp:revision>2</cp:revision>
  <dcterms:created xsi:type="dcterms:W3CDTF">2010-01-08T15:38:00Z</dcterms:created>
  <dcterms:modified xsi:type="dcterms:W3CDTF">2010-01-08T15:38:00Z</dcterms:modified>
</cp:coreProperties>
</file>